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34" w:rsidRDefault="005E2834" w:rsidP="00DC7FC7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9/c. sz. melléklet:</w:t>
      </w:r>
    </w:p>
    <w:p w:rsidR="005E2834" w:rsidRDefault="005E2834" w:rsidP="00DC7FC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5E2834" w:rsidRDefault="005E283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5E2834" w:rsidRDefault="005E283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5E2834" w:rsidRPr="00D26E33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5E2834" w:rsidRPr="00D26E33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5E2834" w:rsidRPr="0003730C" w:rsidRDefault="005E2834" w:rsidP="00DC7FC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5E2834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5E2834" w:rsidRPr="00D2184F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5E2834" w:rsidRDefault="005E2834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5E2834" w:rsidRDefault="005E2834" w:rsidP="00DC7FC7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kiválás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5E2834" w:rsidRPr="00D2184F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E2834" w:rsidRDefault="005E2834" w:rsidP="00DC7FC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5E2834" w:rsidRPr="002E3ADC" w:rsidRDefault="005E283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E2834" w:rsidRPr="00D26E33" w:rsidRDefault="005E283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5E2834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E2834" w:rsidRDefault="005E2834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5E2834" w:rsidRPr="00D26E33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E2834" w:rsidRDefault="005E2834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5E2834" w:rsidRPr="00CD0C83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5E2834" w:rsidRDefault="005E283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5E2834" w:rsidRDefault="005E283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5E2834" w:rsidRPr="00D81BE9" w:rsidRDefault="005E283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5E2834" w:rsidRDefault="005E283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E2834" w:rsidRPr="00D81BE9" w:rsidRDefault="005E2834" w:rsidP="0030163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5E2834" w:rsidRPr="003D1DA3" w:rsidRDefault="005E283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5E2834" w:rsidRPr="00D26E33" w:rsidRDefault="005E2834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5E2834" w:rsidRDefault="005E283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E2834" w:rsidRDefault="005E2834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5E2834" w:rsidRPr="00D26E33" w:rsidRDefault="005E283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5E2834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5E2834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5E2834" w:rsidRDefault="005E2834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5E2834" w:rsidRPr="00BF5EE3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5E2834" w:rsidRPr="009F05AD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5E2834" w:rsidRPr="009F05AD" w:rsidRDefault="005E283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5E2834" w:rsidRPr="009F05AD" w:rsidRDefault="005E283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5E2834" w:rsidRPr="009F05AD" w:rsidRDefault="005E2834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5E2834" w:rsidRPr="009F05AD" w:rsidRDefault="005E283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5E2834" w:rsidRPr="009F05AD" w:rsidRDefault="005E283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5E2834" w:rsidRDefault="005E2834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E2834" w:rsidRDefault="005E2834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5E2834" w:rsidRPr="003A48B3" w:rsidRDefault="005E283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5E2834" w:rsidRPr="00D26E33" w:rsidRDefault="005E283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5E2834" w:rsidRPr="00D26E33" w:rsidRDefault="005E283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5E2834" w:rsidRPr="00D26E33" w:rsidRDefault="005E283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5E2834" w:rsidRPr="00D26E33" w:rsidRDefault="005E283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5E2834" w:rsidRPr="00D26E33" w:rsidRDefault="005E2834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5E2834" w:rsidRPr="0080033F" w:rsidRDefault="005E2834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5E2834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834" w:rsidRDefault="005E2834" w:rsidP="001E2511">
      <w:pPr>
        <w:spacing w:after="0" w:line="240" w:lineRule="auto"/>
      </w:pPr>
      <w:r>
        <w:separator/>
      </w:r>
    </w:p>
  </w:endnote>
  <w:endnote w:type="continuationSeparator" w:id="0">
    <w:p w:rsidR="005E2834" w:rsidRDefault="005E283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34" w:rsidRDefault="005E2834">
    <w:pPr>
      <w:pStyle w:val="Footer"/>
      <w:jc w:val="center"/>
    </w:pPr>
    <w:fldSimple w:instr="PAGE   \* MERGEFORMAT">
      <w:r w:rsidRPr="00301631">
        <w:rPr>
          <w:noProof/>
          <w:lang w:val="hu-HU"/>
        </w:rPr>
        <w:t>1</w:t>
      </w:r>
    </w:fldSimple>
  </w:p>
  <w:p w:rsidR="005E2834" w:rsidRDefault="005E28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834" w:rsidRDefault="005E2834" w:rsidP="001E2511">
      <w:pPr>
        <w:spacing w:after="0" w:line="240" w:lineRule="auto"/>
      </w:pPr>
      <w:r>
        <w:separator/>
      </w:r>
    </w:p>
  </w:footnote>
  <w:footnote w:type="continuationSeparator" w:id="0">
    <w:p w:rsidR="005E2834" w:rsidRDefault="005E283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03CF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D2BCA"/>
    <w:rsid w:val="002E019D"/>
    <w:rsid w:val="002E3ADC"/>
    <w:rsid w:val="002F0D7F"/>
    <w:rsid w:val="002F72C7"/>
    <w:rsid w:val="002F79B7"/>
    <w:rsid w:val="00301631"/>
    <w:rsid w:val="0032557C"/>
    <w:rsid w:val="00342173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2834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305"/>
    <w:rsid w:val="00C87A9C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1799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E705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6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978</Words>
  <Characters>6755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2018-03-26T12:28:00Z</dcterms:created>
  <dcterms:modified xsi:type="dcterms:W3CDTF">2020-07-20T09:14:00Z</dcterms:modified>
</cp:coreProperties>
</file>